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6B662" w14:textId="788173B6" w:rsidR="00703EE5" w:rsidRDefault="00BB470C" w:rsidP="00912661">
      <w:pPr>
        <w:spacing w:after="0"/>
        <w:rPr>
          <w:lang w:val="de-DE"/>
        </w:rPr>
      </w:pPr>
      <w:r>
        <w:rPr>
          <w:lang w:val="de-DE"/>
        </w:rPr>
        <w:t>Dummy</w:t>
      </w:r>
    </w:p>
    <w:p w14:paraId="61962702" w14:textId="6E19466F" w:rsidR="00BB470C" w:rsidRPr="00BB470C" w:rsidRDefault="00BB470C" w:rsidP="00912661">
      <w:pPr>
        <w:spacing w:after="0"/>
        <w:rPr>
          <w:lang w:val="de-DE"/>
        </w:rPr>
      </w:pPr>
      <w:r>
        <w:rPr>
          <w:noProof/>
          <w:lang w:val="de-DE"/>
        </w:rPr>
        <w:drawing>
          <wp:anchor distT="0" distB="0" distL="114300" distR="114300" simplePos="0" relativeHeight="251659264" behindDoc="0" locked="0" layoutInCell="1" allowOverlap="1" wp14:anchorId="5AB00D74" wp14:editId="091A0861">
            <wp:simplePos x="0" y="0"/>
            <wp:positionH relativeFrom="column">
              <wp:posOffset>116840</wp:posOffset>
            </wp:positionH>
            <wp:positionV relativeFrom="paragraph">
              <wp:posOffset>316865</wp:posOffset>
            </wp:positionV>
            <wp:extent cx="4617720" cy="822960"/>
            <wp:effectExtent l="0" t="38100" r="0" b="53340"/>
            <wp:wrapNone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B470C" w:rsidRPr="00BB470C" w:rsidSect="00912661">
      <w:pgSz w:w="8392" w:h="5954" w:orient="landscape" w:code="7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defaultTabStop w:val="720"/>
  <w:hyphenationZone w:val="425"/>
  <w:drawingGridHorizontalSpacing w:val="284"/>
  <w:drawingGridVerticalSpacing w:val="284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70C"/>
    <w:rsid w:val="000C1ECD"/>
    <w:rsid w:val="002830A3"/>
    <w:rsid w:val="00321565"/>
    <w:rsid w:val="00326855"/>
    <w:rsid w:val="004E38BB"/>
    <w:rsid w:val="005702D9"/>
    <w:rsid w:val="0062363A"/>
    <w:rsid w:val="007257C4"/>
    <w:rsid w:val="0087728C"/>
    <w:rsid w:val="00912661"/>
    <w:rsid w:val="00936920"/>
    <w:rsid w:val="00AB7264"/>
    <w:rsid w:val="00B1519E"/>
    <w:rsid w:val="00BB470C"/>
    <w:rsid w:val="00BB620D"/>
    <w:rsid w:val="00BD6080"/>
    <w:rsid w:val="00C26373"/>
    <w:rsid w:val="00F6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1DD982"/>
  <w14:discardImageEditingData/>
  <w14:defaultImageDpi w14:val="32767"/>
  <w15:chartTrackingRefBased/>
  <w15:docId w15:val="{A91AC0FE-0310-4935-A3BC-BDB16D0E4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e\Custom%20Office%20Templates\DinA6quer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ED0F622-CB3C-45B0-A210-251516676838}" type="doc">
      <dgm:prSet loTypeId="urn:microsoft.com/office/officeart/2005/8/layout/default" loCatId="list" qsTypeId="urn:microsoft.com/office/officeart/2005/8/quickstyle/simple1" qsCatId="simple" csTypeId="urn:microsoft.com/office/officeart/2005/8/colors/accent0_2" csCatId="mainScheme" phldr="1"/>
      <dgm:spPr/>
      <dgm:t>
        <a:bodyPr/>
        <a:lstStyle/>
        <a:p>
          <a:endParaRPr lang="en-US"/>
        </a:p>
      </dgm:t>
    </dgm:pt>
    <dgm:pt modelId="{E80782F2-B694-4EED-8F54-613C2516837D}">
      <dgm:prSet phldrT="[Text]"/>
      <dgm:spPr/>
      <dgm:t>
        <a:bodyPr/>
        <a:lstStyle/>
        <a:p>
          <a:r>
            <a:rPr lang="en-US"/>
            <a:t>One</a:t>
          </a:r>
        </a:p>
      </dgm:t>
    </dgm:pt>
    <dgm:pt modelId="{E6963C9B-0542-49CE-A747-39403657A268}" type="parTrans" cxnId="{969C2695-0328-4453-9AB2-E6B2EBF788C2}">
      <dgm:prSet/>
      <dgm:spPr/>
      <dgm:t>
        <a:bodyPr/>
        <a:lstStyle/>
        <a:p>
          <a:endParaRPr lang="en-US"/>
        </a:p>
      </dgm:t>
    </dgm:pt>
    <dgm:pt modelId="{BE332D9C-5367-49AC-9868-9D29909D7A0D}" type="sibTrans" cxnId="{969C2695-0328-4453-9AB2-E6B2EBF788C2}">
      <dgm:prSet/>
      <dgm:spPr/>
      <dgm:t>
        <a:bodyPr/>
        <a:lstStyle/>
        <a:p>
          <a:endParaRPr lang="en-US"/>
        </a:p>
      </dgm:t>
    </dgm:pt>
    <dgm:pt modelId="{1E3BA31F-38EC-4369-926A-C0B47C2C2F12}">
      <dgm:prSet phldrT="[Text]"/>
      <dgm:spPr/>
      <dgm:t>
        <a:bodyPr/>
        <a:lstStyle/>
        <a:p>
          <a:r>
            <a:rPr lang="en-US"/>
            <a:t>Two</a:t>
          </a:r>
        </a:p>
      </dgm:t>
    </dgm:pt>
    <dgm:pt modelId="{EEAD6B48-C825-4EF6-8AA2-1A850B36DF4F}" type="parTrans" cxnId="{213B8AFD-A506-43A4-898F-43A368120CA4}">
      <dgm:prSet/>
      <dgm:spPr/>
      <dgm:t>
        <a:bodyPr/>
        <a:lstStyle/>
        <a:p>
          <a:endParaRPr lang="en-US"/>
        </a:p>
      </dgm:t>
    </dgm:pt>
    <dgm:pt modelId="{404D1DA5-1A78-4C7A-9241-2CFB55CA5DAC}" type="sibTrans" cxnId="{213B8AFD-A506-43A4-898F-43A368120CA4}">
      <dgm:prSet/>
      <dgm:spPr/>
      <dgm:t>
        <a:bodyPr/>
        <a:lstStyle/>
        <a:p>
          <a:endParaRPr lang="en-US"/>
        </a:p>
      </dgm:t>
    </dgm:pt>
    <dgm:pt modelId="{005F805A-E90E-4F0D-9B5B-1A3DD0F19571}">
      <dgm:prSet phldrT="[Text]"/>
      <dgm:spPr/>
      <dgm:t>
        <a:bodyPr/>
        <a:lstStyle/>
        <a:p>
          <a:r>
            <a:rPr lang="en-US"/>
            <a:t>Three</a:t>
          </a:r>
        </a:p>
      </dgm:t>
    </dgm:pt>
    <dgm:pt modelId="{521E106F-4E4B-4510-B9AB-7DBAB77D6144}" type="parTrans" cxnId="{48039C5E-8D2E-4B8F-8E8B-0EBA96ED0980}">
      <dgm:prSet/>
      <dgm:spPr/>
      <dgm:t>
        <a:bodyPr/>
        <a:lstStyle/>
        <a:p>
          <a:endParaRPr lang="en-US"/>
        </a:p>
      </dgm:t>
    </dgm:pt>
    <dgm:pt modelId="{AF77D925-2DFB-486C-97AB-0DCA5569B1F5}" type="sibTrans" cxnId="{48039C5E-8D2E-4B8F-8E8B-0EBA96ED0980}">
      <dgm:prSet/>
      <dgm:spPr/>
      <dgm:t>
        <a:bodyPr/>
        <a:lstStyle/>
        <a:p>
          <a:endParaRPr lang="en-US"/>
        </a:p>
      </dgm:t>
    </dgm:pt>
    <dgm:pt modelId="{346FC08D-FEF8-4F95-8F7A-DCC3F6313083}" type="pres">
      <dgm:prSet presAssocID="{0ED0F622-CB3C-45B0-A210-251516676838}" presName="diagram" presStyleCnt="0">
        <dgm:presLayoutVars>
          <dgm:dir/>
          <dgm:resizeHandles val="exact"/>
        </dgm:presLayoutVars>
      </dgm:prSet>
      <dgm:spPr/>
    </dgm:pt>
    <dgm:pt modelId="{6EDA11DE-B947-43AE-A4FF-83A51F88E64C}" type="pres">
      <dgm:prSet presAssocID="{E80782F2-B694-4EED-8F54-613C2516837D}" presName="node" presStyleLbl="node1" presStyleIdx="0" presStyleCnt="3">
        <dgm:presLayoutVars>
          <dgm:bulletEnabled val="1"/>
        </dgm:presLayoutVars>
      </dgm:prSet>
      <dgm:spPr/>
    </dgm:pt>
    <dgm:pt modelId="{E49921F6-9860-479A-8D3D-201C1E08B70F}" type="pres">
      <dgm:prSet presAssocID="{BE332D9C-5367-49AC-9868-9D29909D7A0D}" presName="sibTrans" presStyleCnt="0"/>
      <dgm:spPr/>
    </dgm:pt>
    <dgm:pt modelId="{2AEC9FA3-4963-43F1-9285-484AE59C590D}" type="pres">
      <dgm:prSet presAssocID="{1E3BA31F-38EC-4369-926A-C0B47C2C2F12}" presName="node" presStyleLbl="node1" presStyleIdx="1" presStyleCnt="3">
        <dgm:presLayoutVars>
          <dgm:bulletEnabled val="1"/>
        </dgm:presLayoutVars>
      </dgm:prSet>
      <dgm:spPr/>
    </dgm:pt>
    <dgm:pt modelId="{E976762C-B1C3-47A0-B1B5-6A1DC7E89AD5}" type="pres">
      <dgm:prSet presAssocID="{404D1DA5-1A78-4C7A-9241-2CFB55CA5DAC}" presName="sibTrans" presStyleCnt="0"/>
      <dgm:spPr/>
    </dgm:pt>
    <dgm:pt modelId="{E617BF08-63B2-41B2-9778-9B57138F408E}" type="pres">
      <dgm:prSet presAssocID="{005F805A-E90E-4F0D-9B5B-1A3DD0F19571}" presName="node" presStyleLbl="node1" presStyleIdx="2" presStyleCnt="3">
        <dgm:presLayoutVars>
          <dgm:bulletEnabled val="1"/>
        </dgm:presLayoutVars>
      </dgm:prSet>
      <dgm:spPr/>
    </dgm:pt>
  </dgm:ptLst>
  <dgm:cxnLst>
    <dgm:cxn modelId="{48039C5E-8D2E-4B8F-8E8B-0EBA96ED0980}" srcId="{0ED0F622-CB3C-45B0-A210-251516676838}" destId="{005F805A-E90E-4F0D-9B5B-1A3DD0F19571}" srcOrd="2" destOrd="0" parTransId="{521E106F-4E4B-4510-B9AB-7DBAB77D6144}" sibTransId="{AF77D925-2DFB-486C-97AB-0DCA5569B1F5}"/>
    <dgm:cxn modelId="{CF1F6242-55A3-490D-AF21-2F7670E570A4}" type="presOf" srcId="{005F805A-E90E-4F0D-9B5B-1A3DD0F19571}" destId="{E617BF08-63B2-41B2-9778-9B57138F408E}" srcOrd="0" destOrd="0" presId="urn:microsoft.com/office/officeart/2005/8/layout/default"/>
    <dgm:cxn modelId="{CD6A728D-CA9C-4712-8E33-E1371E726C98}" type="presOf" srcId="{E80782F2-B694-4EED-8F54-613C2516837D}" destId="{6EDA11DE-B947-43AE-A4FF-83A51F88E64C}" srcOrd="0" destOrd="0" presId="urn:microsoft.com/office/officeart/2005/8/layout/default"/>
    <dgm:cxn modelId="{969C2695-0328-4453-9AB2-E6B2EBF788C2}" srcId="{0ED0F622-CB3C-45B0-A210-251516676838}" destId="{E80782F2-B694-4EED-8F54-613C2516837D}" srcOrd="0" destOrd="0" parTransId="{E6963C9B-0542-49CE-A747-39403657A268}" sibTransId="{BE332D9C-5367-49AC-9868-9D29909D7A0D}"/>
    <dgm:cxn modelId="{4968A1B7-12EB-422D-A19C-F16542878434}" type="presOf" srcId="{0ED0F622-CB3C-45B0-A210-251516676838}" destId="{346FC08D-FEF8-4F95-8F7A-DCC3F6313083}" srcOrd="0" destOrd="0" presId="urn:microsoft.com/office/officeart/2005/8/layout/default"/>
    <dgm:cxn modelId="{60F7BEC9-6380-4BF5-8D10-DE46BC731E7A}" type="presOf" srcId="{1E3BA31F-38EC-4369-926A-C0B47C2C2F12}" destId="{2AEC9FA3-4963-43F1-9285-484AE59C590D}" srcOrd="0" destOrd="0" presId="urn:microsoft.com/office/officeart/2005/8/layout/default"/>
    <dgm:cxn modelId="{213B8AFD-A506-43A4-898F-43A368120CA4}" srcId="{0ED0F622-CB3C-45B0-A210-251516676838}" destId="{1E3BA31F-38EC-4369-926A-C0B47C2C2F12}" srcOrd="1" destOrd="0" parTransId="{EEAD6B48-C825-4EF6-8AA2-1A850B36DF4F}" sibTransId="{404D1DA5-1A78-4C7A-9241-2CFB55CA5DAC}"/>
    <dgm:cxn modelId="{4310C728-266F-49D7-BA09-56BCCD10BA6D}" type="presParOf" srcId="{346FC08D-FEF8-4F95-8F7A-DCC3F6313083}" destId="{6EDA11DE-B947-43AE-A4FF-83A51F88E64C}" srcOrd="0" destOrd="0" presId="urn:microsoft.com/office/officeart/2005/8/layout/default"/>
    <dgm:cxn modelId="{6536FB89-83B0-4F7E-9A0C-C5727DBD80BE}" type="presParOf" srcId="{346FC08D-FEF8-4F95-8F7A-DCC3F6313083}" destId="{E49921F6-9860-479A-8D3D-201C1E08B70F}" srcOrd="1" destOrd="0" presId="urn:microsoft.com/office/officeart/2005/8/layout/default"/>
    <dgm:cxn modelId="{24BA83F5-FB30-42A2-80ED-6A5950263276}" type="presParOf" srcId="{346FC08D-FEF8-4F95-8F7A-DCC3F6313083}" destId="{2AEC9FA3-4963-43F1-9285-484AE59C590D}" srcOrd="2" destOrd="0" presId="urn:microsoft.com/office/officeart/2005/8/layout/default"/>
    <dgm:cxn modelId="{A47E2F59-366C-4E8D-87B5-0392BA294E06}" type="presParOf" srcId="{346FC08D-FEF8-4F95-8F7A-DCC3F6313083}" destId="{E976762C-B1C3-47A0-B1B5-6A1DC7E89AD5}" srcOrd="3" destOrd="0" presId="urn:microsoft.com/office/officeart/2005/8/layout/default"/>
    <dgm:cxn modelId="{B82155CD-9E13-4915-96BD-51DDE7EAA54D}" type="presParOf" srcId="{346FC08D-FEF8-4F95-8F7A-DCC3F6313083}" destId="{E617BF08-63B2-41B2-9778-9B57138F408E}" srcOrd="4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EDA11DE-B947-43AE-A4FF-83A51F88E64C}">
      <dsp:nvSpPr>
        <dsp:cNvPr id="0" name=""/>
        <dsp:cNvSpPr/>
      </dsp:nvSpPr>
      <dsp:spPr>
        <a:xfrm>
          <a:off x="115443" y="214"/>
          <a:ext cx="1370885" cy="82253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7160" tIns="137160" rIns="137160" bIns="137160" numCol="1" spcCol="1270" anchor="ctr" anchorCtr="0">
          <a:noAutofit/>
        </a:bodyPr>
        <a:lstStyle/>
        <a:p>
          <a:pPr marL="0" lvl="0" indent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3600" kern="1200"/>
            <a:t>One</a:t>
          </a:r>
        </a:p>
      </dsp:txBody>
      <dsp:txXfrm>
        <a:off x="115443" y="214"/>
        <a:ext cx="1370885" cy="822531"/>
      </dsp:txXfrm>
    </dsp:sp>
    <dsp:sp modelId="{2AEC9FA3-4963-43F1-9285-484AE59C590D}">
      <dsp:nvSpPr>
        <dsp:cNvPr id="0" name=""/>
        <dsp:cNvSpPr/>
      </dsp:nvSpPr>
      <dsp:spPr>
        <a:xfrm>
          <a:off x="1623417" y="214"/>
          <a:ext cx="1370885" cy="82253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7160" tIns="137160" rIns="137160" bIns="137160" numCol="1" spcCol="1270" anchor="ctr" anchorCtr="0">
          <a:noAutofit/>
        </a:bodyPr>
        <a:lstStyle/>
        <a:p>
          <a:pPr marL="0" lvl="0" indent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3600" kern="1200"/>
            <a:t>Two</a:t>
          </a:r>
        </a:p>
      </dsp:txBody>
      <dsp:txXfrm>
        <a:off x="1623417" y="214"/>
        <a:ext cx="1370885" cy="822531"/>
      </dsp:txXfrm>
    </dsp:sp>
    <dsp:sp modelId="{E617BF08-63B2-41B2-9778-9B57138F408E}">
      <dsp:nvSpPr>
        <dsp:cNvPr id="0" name=""/>
        <dsp:cNvSpPr/>
      </dsp:nvSpPr>
      <dsp:spPr>
        <a:xfrm>
          <a:off x="3131391" y="214"/>
          <a:ext cx="1370885" cy="82253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7160" tIns="137160" rIns="137160" bIns="137160" numCol="1" spcCol="1270" anchor="ctr" anchorCtr="0">
          <a:noAutofit/>
        </a:bodyPr>
        <a:lstStyle/>
        <a:p>
          <a:pPr marL="0" lvl="0" indent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3600" kern="1200"/>
            <a:t>Three</a:t>
          </a:r>
        </a:p>
      </dsp:txBody>
      <dsp:txXfrm>
        <a:off x="3131391" y="214"/>
        <a:ext cx="1370885" cy="82253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DinA6quer.dotx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2</cp:revision>
  <dcterms:created xsi:type="dcterms:W3CDTF">2022-10-28T14:01:00Z</dcterms:created>
  <dcterms:modified xsi:type="dcterms:W3CDTF">2022-10-28T14:01:00Z</dcterms:modified>
</cp:coreProperties>
</file>